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062" w:rsidRPr="000C3DDB" w:rsidRDefault="00102D67" w:rsidP="008F4A80">
      <w:pPr>
        <w:autoSpaceDE w:val="0"/>
        <w:autoSpaceDN w:val="0"/>
        <w:jc w:val="center"/>
        <w:rPr>
          <w:sz w:val="44"/>
          <w:szCs w:val="44"/>
        </w:rPr>
      </w:pPr>
      <w:r w:rsidRPr="000C3DDB">
        <w:rPr>
          <w:rFonts w:hint="eastAsia"/>
          <w:sz w:val="44"/>
          <w:szCs w:val="44"/>
        </w:rPr>
        <w:t>誓約書</w:t>
      </w:r>
      <w:r w:rsidR="00C24B03">
        <w:rPr>
          <w:rFonts w:hint="eastAsia"/>
          <w:sz w:val="44"/>
          <w:szCs w:val="44"/>
        </w:rPr>
        <w:t>兼承諾書</w:t>
      </w:r>
    </w:p>
    <w:p w:rsidR="00A92062" w:rsidRDefault="00A92062" w:rsidP="008F4A80">
      <w:pPr>
        <w:autoSpaceDE w:val="0"/>
        <w:autoSpaceDN w:val="0"/>
        <w:rPr>
          <w:b w:val="0"/>
        </w:rPr>
      </w:pPr>
    </w:p>
    <w:p w:rsidR="00102D67" w:rsidRDefault="00102D67" w:rsidP="008F4A80">
      <w:pPr>
        <w:autoSpaceDE w:val="0"/>
        <w:autoSpaceDN w:val="0"/>
        <w:rPr>
          <w:b w:val="0"/>
        </w:rPr>
      </w:pPr>
      <w:r>
        <w:rPr>
          <w:rFonts w:hint="eastAsia"/>
          <w:b w:val="0"/>
        </w:rPr>
        <w:t xml:space="preserve">　新十津川町長　熊　田　義　信　様</w:t>
      </w:r>
    </w:p>
    <w:p w:rsidR="00102D67" w:rsidRDefault="00102D67" w:rsidP="008F4A80">
      <w:pPr>
        <w:autoSpaceDE w:val="0"/>
        <w:autoSpaceDN w:val="0"/>
        <w:rPr>
          <w:b w:val="0"/>
        </w:rPr>
      </w:pPr>
    </w:p>
    <w:p w:rsidR="000C3DDB" w:rsidRDefault="000C3DDB" w:rsidP="008F4A80">
      <w:pPr>
        <w:autoSpaceDE w:val="0"/>
        <w:autoSpaceDN w:val="0"/>
        <w:rPr>
          <w:rFonts w:hint="eastAsia"/>
          <w:b w:val="0"/>
        </w:rPr>
      </w:pPr>
    </w:p>
    <w:p w:rsidR="00683330" w:rsidRDefault="00683330" w:rsidP="00683330">
      <w:pPr>
        <w:autoSpaceDE w:val="0"/>
        <w:autoSpaceDN w:val="0"/>
        <w:ind w:leftChars="100" w:left="247"/>
        <w:rPr>
          <w:b w:val="0"/>
        </w:rPr>
      </w:pPr>
      <w:r>
        <w:rPr>
          <w:rFonts w:hint="eastAsia"/>
          <w:b w:val="0"/>
        </w:rPr>
        <w:t xml:space="preserve">　</w:t>
      </w:r>
      <w:r w:rsidRPr="00683330">
        <w:rPr>
          <w:rFonts w:hint="eastAsia"/>
          <w:b w:val="0"/>
        </w:rPr>
        <w:t>私は、新十津川町が実施する競争入札参加資格審査の申請に当たり、反社会的勢力（新十津川町反社会的勢力排除条例（平成24年条例第16号）第２条第１号に規定する反社会的勢力（以下同じ。））又は反社会的勢力関係事業者（同条第８号に規定する反社会的勢力が実質的に経営を支配する事業者その他反社会的勢力と密接な関係を有する事業者をいう。）に該当しない者であるとともに、今後、これらの者とならないことを誓約します。</w:t>
      </w:r>
    </w:p>
    <w:p w:rsidR="00102D67" w:rsidRDefault="00102D67" w:rsidP="008F4A80">
      <w:pPr>
        <w:autoSpaceDE w:val="0"/>
        <w:autoSpaceDN w:val="0"/>
        <w:rPr>
          <w:b w:val="0"/>
        </w:rPr>
      </w:pPr>
    </w:p>
    <w:p w:rsidR="00102D67" w:rsidRDefault="00102D67" w:rsidP="008F4A80">
      <w:pPr>
        <w:autoSpaceDE w:val="0"/>
        <w:autoSpaceDN w:val="0"/>
        <w:rPr>
          <w:b w:val="0"/>
        </w:rPr>
      </w:pPr>
      <w:r>
        <w:rPr>
          <w:rFonts w:hint="eastAsia"/>
          <w:b w:val="0"/>
        </w:rPr>
        <w:t xml:space="preserve">　</w:t>
      </w:r>
      <w:r w:rsidR="000C3DDB">
        <w:rPr>
          <w:rFonts w:hint="eastAsia"/>
          <w:b w:val="0"/>
        </w:rPr>
        <w:t xml:space="preserve">　</w:t>
      </w:r>
      <w:r>
        <w:rPr>
          <w:rFonts w:hint="eastAsia"/>
          <w:b w:val="0"/>
        </w:rPr>
        <w:t>上記の誓約に反することが明らかになった場合は、</w:t>
      </w:r>
      <w:r w:rsidR="002827B8">
        <w:rPr>
          <w:rFonts w:hint="eastAsia"/>
          <w:b w:val="0"/>
        </w:rPr>
        <w:t>競争入札参加資格を制限されても異存</w:t>
      </w:r>
      <w:r>
        <w:rPr>
          <w:rFonts w:hint="eastAsia"/>
          <w:b w:val="0"/>
        </w:rPr>
        <w:t>ありません。</w:t>
      </w:r>
    </w:p>
    <w:p w:rsidR="000C3DDB" w:rsidRDefault="000C3DDB" w:rsidP="008F4A80">
      <w:pPr>
        <w:autoSpaceDE w:val="0"/>
        <w:autoSpaceDN w:val="0"/>
        <w:rPr>
          <w:b w:val="0"/>
        </w:rPr>
      </w:pPr>
    </w:p>
    <w:p w:rsidR="000C3DDB" w:rsidRDefault="000C3DDB" w:rsidP="008F4A80">
      <w:pPr>
        <w:autoSpaceDE w:val="0"/>
        <w:autoSpaceDN w:val="0"/>
        <w:rPr>
          <w:b w:val="0"/>
        </w:rPr>
      </w:pPr>
      <w:r>
        <w:rPr>
          <w:rFonts w:hint="eastAsia"/>
          <w:b w:val="0"/>
        </w:rPr>
        <w:t xml:space="preserve">　　また、上記の誓約の内容を確認するため、新十津川町が他の官公署に照会を行うことについて承諾します。</w:t>
      </w:r>
    </w:p>
    <w:p w:rsidR="000C3DDB" w:rsidRDefault="000C3DDB" w:rsidP="008F4A80">
      <w:pPr>
        <w:autoSpaceDE w:val="0"/>
        <w:autoSpaceDN w:val="0"/>
        <w:rPr>
          <w:b w:val="0"/>
        </w:rPr>
      </w:pPr>
      <w:bookmarkStart w:id="0" w:name="_GoBack"/>
      <w:bookmarkEnd w:id="0"/>
    </w:p>
    <w:p w:rsidR="000C3DDB" w:rsidRDefault="000C3DDB" w:rsidP="008F4A80">
      <w:pPr>
        <w:autoSpaceDE w:val="0"/>
        <w:autoSpaceDN w:val="0"/>
        <w:rPr>
          <w:b w:val="0"/>
        </w:rPr>
      </w:pPr>
    </w:p>
    <w:p w:rsidR="000C3DDB" w:rsidRDefault="000C3DDB" w:rsidP="008F4A80">
      <w:pPr>
        <w:autoSpaceDE w:val="0"/>
        <w:autoSpaceDN w:val="0"/>
        <w:rPr>
          <w:b w:val="0"/>
        </w:rPr>
      </w:pPr>
      <w:r>
        <w:rPr>
          <w:rFonts w:hint="eastAsia"/>
          <w:b w:val="0"/>
        </w:rPr>
        <w:t xml:space="preserve">　　令和　　年　　月　　日</w:t>
      </w:r>
    </w:p>
    <w:p w:rsidR="000C3DDB" w:rsidRDefault="000C3DDB" w:rsidP="008F4A80">
      <w:pPr>
        <w:autoSpaceDE w:val="0"/>
        <w:autoSpaceDN w:val="0"/>
        <w:rPr>
          <w:b w:val="0"/>
        </w:rPr>
      </w:pPr>
    </w:p>
    <w:p w:rsidR="000C3DDB" w:rsidRDefault="000C3DDB" w:rsidP="001F430E">
      <w:pPr>
        <w:autoSpaceDE w:val="0"/>
        <w:autoSpaceDN w:val="0"/>
        <w:spacing w:line="360" w:lineRule="auto"/>
        <w:ind w:leftChars="3000" w:left="7401"/>
        <w:rPr>
          <w:b w:val="0"/>
        </w:rPr>
      </w:pPr>
      <w:r w:rsidRPr="001F430E">
        <w:rPr>
          <w:rFonts w:hint="eastAsia"/>
          <w:b w:val="0"/>
          <w:spacing w:val="35"/>
          <w:kern w:val="0"/>
          <w:fitText w:val="1476" w:id="-1944881408"/>
        </w:rPr>
        <w:t xml:space="preserve">所在地　</w:t>
      </w:r>
      <w:r w:rsidRPr="001F430E">
        <w:rPr>
          <w:rFonts w:hint="eastAsia"/>
          <w:b w:val="0"/>
          <w:spacing w:val="-2"/>
          <w:kern w:val="0"/>
          <w:fitText w:val="1476" w:id="-1944881408"/>
        </w:rPr>
        <w:t>〒</w:t>
      </w:r>
    </w:p>
    <w:p w:rsidR="000C3DDB" w:rsidRDefault="000C3DDB" w:rsidP="001F430E">
      <w:pPr>
        <w:autoSpaceDE w:val="0"/>
        <w:autoSpaceDN w:val="0"/>
        <w:spacing w:line="360" w:lineRule="auto"/>
        <w:ind w:leftChars="3000" w:left="7401"/>
        <w:rPr>
          <w:b w:val="0"/>
        </w:rPr>
      </w:pPr>
    </w:p>
    <w:p w:rsidR="000C3DDB" w:rsidRDefault="000C3DDB" w:rsidP="001F430E">
      <w:pPr>
        <w:autoSpaceDE w:val="0"/>
        <w:autoSpaceDN w:val="0"/>
        <w:spacing w:line="360" w:lineRule="auto"/>
        <w:ind w:leftChars="3000" w:left="7401"/>
        <w:rPr>
          <w:b w:val="0"/>
        </w:rPr>
      </w:pPr>
      <w:r>
        <w:rPr>
          <w:rFonts w:hint="eastAsia"/>
          <w:b w:val="0"/>
        </w:rPr>
        <w:t>商号又は名称</w:t>
      </w:r>
    </w:p>
    <w:p w:rsidR="000C3DDB" w:rsidRDefault="000C3DDB" w:rsidP="001F430E">
      <w:pPr>
        <w:autoSpaceDE w:val="0"/>
        <w:autoSpaceDN w:val="0"/>
        <w:spacing w:line="360" w:lineRule="auto"/>
        <w:ind w:leftChars="3000" w:left="7401"/>
        <w:rPr>
          <w:b w:val="0"/>
        </w:rPr>
      </w:pPr>
    </w:p>
    <w:p w:rsidR="000C3DDB" w:rsidRDefault="000C3DDB" w:rsidP="001F430E">
      <w:pPr>
        <w:autoSpaceDE w:val="0"/>
        <w:autoSpaceDN w:val="0"/>
        <w:spacing w:line="360" w:lineRule="auto"/>
        <w:ind w:leftChars="3000" w:left="7401"/>
        <w:rPr>
          <w:b w:val="0"/>
        </w:rPr>
      </w:pPr>
      <w:r w:rsidRPr="000C3DDB">
        <w:rPr>
          <w:rFonts w:hint="eastAsia"/>
          <w:b w:val="0"/>
          <w:spacing w:val="35"/>
          <w:kern w:val="0"/>
          <w:fitText w:val="1476" w:id="-1944881407"/>
        </w:rPr>
        <w:t xml:space="preserve">代　表　</w:t>
      </w:r>
      <w:r w:rsidRPr="000C3DDB">
        <w:rPr>
          <w:rFonts w:hint="eastAsia"/>
          <w:b w:val="0"/>
          <w:spacing w:val="-2"/>
          <w:kern w:val="0"/>
          <w:fitText w:val="1476" w:id="-1944881407"/>
        </w:rPr>
        <w:t>者</w:t>
      </w:r>
      <w:r>
        <w:rPr>
          <w:rFonts w:hint="eastAsia"/>
          <w:b w:val="0"/>
        </w:rPr>
        <w:t xml:space="preserve">　　　　　　　　　　　　　　　　　　　㊞</w:t>
      </w:r>
    </w:p>
    <w:sectPr w:rsidR="000C3DDB" w:rsidSect="00102D67">
      <w:pgSz w:w="16838" w:h="11906" w:orient="landscape" w:code="9"/>
      <w:pgMar w:top="1191" w:right="1134" w:bottom="1077" w:left="1134" w:header="851" w:footer="992" w:gutter="0"/>
      <w:cols w:space="425"/>
      <w:docGrid w:type="linesAndChars" w:linePitch="364" w:charSpace="11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71710"/>
    <w:multiLevelType w:val="hybridMultilevel"/>
    <w:tmpl w:val="87E28CEE"/>
    <w:lvl w:ilvl="0" w:tplc="393040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3"/>
  <w:drawingGridVerticalSpacing w:val="182"/>
  <w:displayHorizontalDrawingGridEvery w:val="0"/>
  <w:displayVerticalDrawingGridEvery w:val="2"/>
  <w:noPunctuationKerning/>
  <w:characterSpacingControl w:val="doNotCompres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8F0"/>
    <w:rsid w:val="000C3DDB"/>
    <w:rsid w:val="000D162B"/>
    <w:rsid w:val="00102D67"/>
    <w:rsid w:val="001A31A8"/>
    <w:rsid w:val="001F430E"/>
    <w:rsid w:val="00235088"/>
    <w:rsid w:val="00250D60"/>
    <w:rsid w:val="00270F43"/>
    <w:rsid w:val="002827B8"/>
    <w:rsid w:val="002B7050"/>
    <w:rsid w:val="002E7B7D"/>
    <w:rsid w:val="00322384"/>
    <w:rsid w:val="00356F76"/>
    <w:rsid w:val="00423E83"/>
    <w:rsid w:val="00424BB8"/>
    <w:rsid w:val="0052219C"/>
    <w:rsid w:val="005476F8"/>
    <w:rsid w:val="005E6B8A"/>
    <w:rsid w:val="006007C4"/>
    <w:rsid w:val="00683330"/>
    <w:rsid w:val="006D428C"/>
    <w:rsid w:val="00756669"/>
    <w:rsid w:val="00841083"/>
    <w:rsid w:val="00845FDB"/>
    <w:rsid w:val="008C5819"/>
    <w:rsid w:val="008E0A05"/>
    <w:rsid w:val="008E7E47"/>
    <w:rsid w:val="008F4A80"/>
    <w:rsid w:val="00916A03"/>
    <w:rsid w:val="0092772A"/>
    <w:rsid w:val="00995EF5"/>
    <w:rsid w:val="009D0CC7"/>
    <w:rsid w:val="009E654C"/>
    <w:rsid w:val="009F5CF9"/>
    <w:rsid w:val="00A92062"/>
    <w:rsid w:val="00B368F0"/>
    <w:rsid w:val="00B43E8C"/>
    <w:rsid w:val="00B55ECA"/>
    <w:rsid w:val="00BD5FD2"/>
    <w:rsid w:val="00C004CC"/>
    <w:rsid w:val="00C24B03"/>
    <w:rsid w:val="00CF2F06"/>
    <w:rsid w:val="00D039D0"/>
    <w:rsid w:val="00DA1B4B"/>
    <w:rsid w:val="00DD50E9"/>
    <w:rsid w:val="00DF3A5B"/>
    <w:rsid w:val="00EA21B8"/>
    <w:rsid w:val="00FC235D"/>
    <w:rsid w:val="00FD7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330"/>
    <w:pPr>
      <w:widowControl w:val="0"/>
      <w:jc w:val="both"/>
    </w:pPr>
    <w:rPr>
      <w:rFonts w:ascii="ＭＳ 明朝"/>
      <w:b/>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68F0"/>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330"/>
    <w:pPr>
      <w:widowControl w:val="0"/>
      <w:jc w:val="both"/>
    </w:pPr>
    <w:rPr>
      <w:rFonts w:ascii="ＭＳ 明朝"/>
      <w:b/>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368F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51B3D2E7.dotm</Template>
  <TotalTime>10</TotalTime>
  <Pages>1</Pages>
  <Words>329</Words>
  <Characters>62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新十津川町の競争入札参加資格審査申請のあらまし</vt:lpstr>
      <vt:lpstr>新十津川町の競争入札参加資格審査申請のあらまし</vt:lpstr>
    </vt:vector>
  </TitlesOfParts>
  <Company>FM-USER</Company>
  <LinksUpToDate>false</LinksUpToDate>
  <CharactersWithSpaces>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新十津川町の競争入札参加資格審査申請のあらまし</dc:title>
  <dc:creator>FMV-USER</dc:creator>
  <cp:lastModifiedBy>新十津川町</cp:lastModifiedBy>
  <cp:revision>3</cp:revision>
  <cp:lastPrinted>2016-12-21T07:14:00Z</cp:lastPrinted>
  <dcterms:created xsi:type="dcterms:W3CDTF">2022-12-05T01:21:00Z</dcterms:created>
  <dcterms:modified xsi:type="dcterms:W3CDTF">2022-12-05T01:30:00Z</dcterms:modified>
</cp:coreProperties>
</file>